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B2A695-3137-4BEC-A271-7DD68F73F1AB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